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F90" w:rsidRPr="00C33301" w:rsidRDefault="00251F90" w:rsidP="00251F90">
      <w:pPr>
        <w:jc w:val="both"/>
        <w:rPr>
          <w:rFonts w:ascii="Arial Narrow" w:hAnsi="Arial Narrow"/>
          <w:sz w:val="22"/>
          <w:szCs w:val="22"/>
        </w:rPr>
      </w:pPr>
      <w:proofErr w:type="spellStart"/>
      <w:r w:rsidRPr="00C33301">
        <w:rPr>
          <w:rFonts w:ascii="Arial Narrow" w:hAnsi="Arial Narrow"/>
          <w:sz w:val="22"/>
          <w:szCs w:val="22"/>
        </w:rPr>
        <w:t>Č.j</w:t>
      </w:r>
      <w:proofErr w:type="spellEnd"/>
      <w:r w:rsidRPr="00C33301">
        <w:rPr>
          <w:rFonts w:ascii="Arial Narrow" w:hAnsi="Arial Narrow"/>
          <w:sz w:val="22"/>
          <w:szCs w:val="22"/>
        </w:rPr>
        <w:t>.:</w:t>
      </w:r>
      <w:r w:rsidR="00D259C9" w:rsidRPr="00C33301">
        <w:rPr>
          <w:rFonts w:ascii="Arial Narrow" w:hAnsi="Arial Narrow"/>
          <w:sz w:val="22"/>
          <w:szCs w:val="22"/>
        </w:rPr>
        <w:t xml:space="preserve"> </w:t>
      </w:r>
      <w:r w:rsidR="00C33301">
        <w:rPr>
          <w:rFonts w:ascii="Arial Narrow" w:hAnsi="Arial Narrow"/>
          <w:sz w:val="22"/>
          <w:szCs w:val="22"/>
        </w:rPr>
        <w:t>VDZ TL</w:t>
      </w:r>
      <w:r w:rsidR="005B5926" w:rsidRPr="00C33301">
        <w:rPr>
          <w:rFonts w:ascii="Arial Narrow" w:hAnsi="Arial Narrow"/>
          <w:sz w:val="22"/>
          <w:szCs w:val="22"/>
        </w:rPr>
        <w:t xml:space="preserve"> –</w:t>
      </w:r>
      <w:r w:rsidR="00BE167B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BE167B">
        <w:rPr>
          <w:rFonts w:ascii="Arial Narrow" w:hAnsi="Arial Narrow"/>
          <w:sz w:val="22"/>
          <w:szCs w:val="22"/>
        </w:rPr>
        <w:t>Rek</w:t>
      </w:r>
      <w:proofErr w:type="spellEnd"/>
      <w:r w:rsidR="00BE167B">
        <w:rPr>
          <w:rFonts w:ascii="Arial Narrow" w:hAnsi="Arial Narrow"/>
          <w:sz w:val="22"/>
          <w:szCs w:val="22"/>
        </w:rPr>
        <w:t>, prístav. a nadstav. budovy -</w:t>
      </w:r>
      <w:r w:rsidR="005B5926" w:rsidRPr="00C33301">
        <w:rPr>
          <w:rFonts w:ascii="Arial Narrow" w:hAnsi="Arial Narrow"/>
          <w:sz w:val="22"/>
          <w:szCs w:val="22"/>
        </w:rPr>
        <w:t xml:space="preserve"> </w:t>
      </w:r>
      <w:r w:rsidR="00535E9D" w:rsidRPr="00C33301">
        <w:rPr>
          <w:rFonts w:ascii="Arial Narrow" w:hAnsi="Arial Narrow"/>
          <w:sz w:val="22"/>
          <w:szCs w:val="22"/>
        </w:rPr>
        <w:t xml:space="preserve"> odporúčanie</w:t>
      </w:r>
      <w:r w:rsidRPr="00C33301">
        <w:rPr>
          <w:rFonts w:ascii="Arial Narrow" w:hAnsi="Arial Narrow"/>
          <w:sz w:val="22"/>
          <w:szCs w:val="22"/>
        </w:rPr>
        <w:tab/>
      </w:r>
      <w:r w:rsidR="00EC5B54" w:rsidRPr="00C33301">
        <w:rPr>
          <w:rFonts w:ascii="Arial Narrow" w:hAnsi="Arial Narrow"/>
          <w:sz w:val="22"/>
          <w:szCs w:val="22"/>
        </w:rPr>
        <w:tab/>
      </w:r>
      <w:r w:rsidR="00636413" w:rsidRPr="00C33301">
        <w:rPr>
          <w:rFonts w:ascii="Arial Narrow" w:hAnsi="Arial Narrow"/>
          <w:sz w:val="22"/>
          <w:szCs w:val="22"/>
        </w:rPr>
        <w:tab/>
      </w:r>
      <w:r w:rsidR="00D23775" w:rsidRPr="00C33301">
        <w:rPr>
          <w:rFonts w:ascii="Arial Narrow" w:hAnsi="Arial Narrow"/>
          <w:sz w:val="22"/>
          <w:szCs w:val="22"/>
        </w:rPr>
        <w:tab/>
      </w:r>
    </w:p>
    <w:p w:rsidR="00251F90" w:rsidRPr="00C33301" w:rsidRDefault="00251F90" w:rsidP="00251F90">
      <w:pPr>
        <w:tabs>
          <w:tab w:val="right" w:leader="dot" w:pos="10080"/>
        </w:tabs>
        <w:rPr>
          <w:rFonts w:ascii="Arial Narrow" w:hAnsi="Arial Narrow"/>
          <w:b/>
          <w:color w:val="000000"/>
          <w:sz w:val="22"/>
          <w:szCs w:val="22"/>
        </w:rPr>
      </w:pPr>
    </w:p>
    <w:p w:rsidR="00D259C9" w:rsidRPr="00C33301" w:rsidRDefault="00D259C9" w:rsidP="00251F90">
      <w:pPr>
        <w:tabs>
          <w:tab w:val="right" w:leader="dot" w:pos="10080"/>
        </w:tabs>
        <w:rPr>
          <w:rFonts w:ascii="Arial Narrow" w:hAnsi="Arial Narrow"/>
          <w:b/>
          <w:color w:val="000000"/>
          <w:sz w:val="22"/>
          <w:szCs w:val="22"/>
        </w:rPr>
      </w:pPr>
    </w:p>
    <w:p w:rsidR="00F94898" w:rsidRPr="00C33301" w:rsidRDefault="00F94898" w:rsidP="00251F90">
      <w:pPr>
        <w:tabs>
          <w:tab w:val="right" w:leader="dot" w:pos="10080"/>
        </w:tabs>
        <w:rPr>
          <w:rFonts w:ascii="Arial Narrow" w:hAnsi="Arial Narrow"/>
          <w:b/>
          <w:color w:val="000000"/>
          <w:sz w:val="22"/>
          <w:szCs w:val="22"/>
        </w:rPr>
      </w:pPr>
      <w:bookmarkStart w:id="0" w:name="_GoBack"/>
      <w:bookmarkEnd w:id="0"/>
    </w:p>
    <w:p w:rsidR="00251F90" w:rsidRPr="00C33301" w:rsidRDefault="00D23775" w:rsidP="00251F90">
      <w:pPr>
        <w:ind w:left="5245"/>
        <w:rPr>
          <w:rFonts w:ascii="Arial Narrow" w:hAnsi="Arial Narrow"/>
          <w:bCs/>
          <w:color w:val="000000"/>
          <w:sz w:val="22"/>
          <w:szCs w:val="22"/>
          <w:shd w:val="clear" w:color="auto" w:fill="FFFFFF"/>
        </w:rPr>
      </w:pPr>
      <w:r w:rsidRPr="00C33301">
        <w:rPr>
          <w:rFonts w:ascii="Arial Narrow" w:hAnsi="Arial Narrow"/>
          <w:b/>
          <w:bCs/>
          <w:color w:val="000000"/>
          <w:sz w:val="22"/>
          <w:szCs w:val="22"/>
          <w:shd w:val="clear" w:color="auto" w:fill="FFFFFF"/>
        </w:rPr>
        <w:t xml:space="preserve">Záujemcom </w:t>
      </w:r>
    </w:p>
    <w:p w:rsidR="00251F90" w:rsidRPr="00C33301" w:rsidRDefault="00251F90" w:rsidP="00251F90">
      <w:pPr>
        <w:ind w:left="5245"/>
        <w:rPr>
          <w:rFonts w:ascii="Arial Narrow" w:hAnsi="Arial Narrow"/>
          <w:bCs/>
          <w:color w:val="000000"/>
          <w:sz w:val="22"/>
          <w:szCs w:val="22"/>
          <w:shd w:val="clear" w:color="auto" w:fill="FFFFFF"/>
        </w:rPr>
      </w:pPr>
      <w:r w:rsidRPr="00C33301">
        <w:rPr>
          <w:rFonts w:ascii="Arial Narrow" w:hAnsi="Arial Narrow"/>
          <w:bCs/>
          <w:color w:val="000000"/>
          <w:sz w:val="22"/>
          <w:szCs w:val="22"/>
          <w:shd w:val="clear" w:color="auto" w:fill="FFFFFF"/>
        </w:rPr>
        <w:t>__________________________</w:t>
      </w:r>
    </w:p>
    <w:p w:rsidR="00251F90" w:rsidRPr="00C33301" w:rsidRDefault="00251F90" w:rsidP="00251F90">
      <w:pPr>
        <w:rPr>
          <w:rFonts w:ascii="Arial Narrow" w:hAnsi="Arial Narrow"/>
          <w:sz w:val="22"/>
          <w:szCs w:val="22"/>
        </w:rPr>
      </w:pPr>
      <w:r w:rsidRPr="00C33301">
        <w:rPr>
          <w:rFonts w:ascii="Arial Narrow" w:hAnsi="Arial Narrow"/>
          <w:sz w:val="22"/>
          <w:szCs w:val="22"/>
        </w:rPr>
        <w:tab/>
      </w:r>
      <w:r w:rsidRPr="00C33301">
        <w:rPr>
          <w:rFonts w:ascii="Arial Narrow" w:hAnsi="Arial Narrow"/>
          <w:sz w:val="22"/>
          <w:szCs w:val="22"/>
        </w:rPr>
        <w:tab/>
        <w:t xml:space="preserve"> </w:t>
      </w:r>
    </w:p>
    <w:p w:rsidR="00D259C9" w:rsidRPr="00C33301" w:rsidRDefault="00D259C9" w:rsidP="00EC5B54">
      <w:pPr>
        <w:ind w:left="705" w:hanging="705"/>
        <w:jc w:val="both"/>
        <w:rPr>
          <w:rFonts w:ascii="Arial Narrow" w:hAnsi="Arial Narrow"/>
          <w:sz w:val="22"/>
          <w:szCs w:val="22"/>
        </w:rPr>
      </w:pPr>
    </w:p>
    <w:p w:rsidR="00D259C9" w:rsidRPr="00C33301" w:rsidRDefault="00D259C9" w:rsidP="00EC5B54">
      <w:pPr>
        <w:ind w:left="705" w:hanging="705"/>
        <w:jc w:val="both"/>
        <w:rPr>
          <w:rFonts w:ascii="Arial Narrow" w:hAnsi="Arial Narrow"/>
          <w:sz w:val="22"/>
          <w:szCs w:val="22"/>
        </w:rPr>
      </w:pPr>
    </w:p>
    <w:p w:rsidR="00251F90" w:rsidRPr="00C33301" w:rsidRDefault="00251F90" w:rsidP="00EC5B54">
      <w:pPr>
        <w:ind w:left="705" w:hanging="705"/>
        <w:jc w:val="both"/>
        <w:rPr>
          <w:rFonts w:ascii="Arial Narrow" w:hAnsi="Arial Narrow"/>
          <w:sz w:val="22"/>
          <w:szCs w:val="22"/>
        </w:rPr>
      </w:pPr>
      <w:r w:rsidRPr="00C33301">
        <w:rPr>
          <w:rFonts w:ascii="Arial Narrow" w:hAnsi="Arial Narrow"/>
          <w:sz w:val="22"/>
          <w:szCs w:val="22"/>
        </w:rPr>
        <w:t xml:space="preserve">VEC: </w:t>
      </w:r>
      <w:r w:rsidRPr="00C33301">
        <w:rPr>
          <w:rFonts w:ascii="Arial Narrow" w:hAnsi="Arial Narrow"/>
          <w:sz w:val="22"/>
          <w:szCs w:val="22"/>
        </w:rPr>
        <w:tab/>
      </w:r>
      <w:r w:rsidR="005B5926" w:rsidRPr="00C33301">
        <w:rPr>
          <w:rFonts w:ascii="Arial Narrow" w:hAnsi="Arial Narrow"/>
          <w:sz w:val="22"/>
          <w:szCs w:val="22"/>
        </w:rPr>
        <w:t xml:space="preserve">Zadávanie podlimitnej zákazky v zmysle § 5 ods. 3 písm. </w:t>
      </w:r>
      <w:r w:rsidR="009F73C7" w:rsidRPr="00C33301">
        <w:rPr>
          <w:rFonts w:ascii="Arial Narrow" w:hAnsi="Arial Narrow"/>
          <w:sz w:val="22"/>
          <w:szCs w:val="22"/>
        </w:rPr>
        <w:t>c</w:t>
      </w:r>
      <w:r w:rsidR="005B5926" w:rsidRPr="00C33301">
        <w:rPr>
          <w:rFonts w:ascii="Arial Narrow" w:hAnsi="Arial Narrow"/>
          <w:sz w:val="22"/>
          <w:szCs w:val="22"/>
        </w:rPr>
        <w:t>) zákona č. 343/2015 Z. z. o verejnom obstarávaní a o zmene a doplnení niektorých zákonov v znení neskorších predpisov (ďalej len „</w:t>
      </w:r>
      <w:proofErr w:type="spellStart"/>
      <w:r w:rsidR="005B5926" w:rsidRPr="00C33301">
        <w:rPr>
          <w:rFonts w:ascii="Arial Narrow" w:hAnsi="Arial Narrow"/>
          <w:sz w:val="22"/>
          <w:szCs w:val="22"/>
        </w:rPr>
        <w:t>ZoVO</w:t>
      </w:r>
      <w:proofErr w:type="spellEnd"/>
      <w:r w:rsidR="005B5926" w:rsidRPr="00C33301">
        <w:rPr>
          <w:rFonts w:ascii="Arial Narrow" w:hAnsi="Arial Narrow"/>
          <w:sz w:val="22"/>
          <w:szCs w:val="22"/>
        </w:rPr>
        <w:t xml:space="preserve">")) </w:t>
      </w:r>
      <w:r w:rsidR="009F73C7" w:rsidRPr="00C33301">
        <w:rPr>
          <w:rFonts w:ascii="Arial Narrow" w:hAnsi="Arial Narrow"/>
          <w:sz w:val="22"/>
          <w:szCs w:val="22"/>
        </w:rPr>
        <w:t>postupom podľa § 112 až 114, § 116</w:t>
      </w:r>
      <w:r w:rsidR="005B5926" w:rsidRPr="00C33301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5B5926" w:rsidRPr="00C33301">
        <w:rPr>
          <w:rFonts w:ascii="Arial Narrow" w:hAnsi="Arial Narrow"/>
          <w:sz w:val="22"/>
          <w:szCs w:val="22"/>
        </w:rPr>
        <w:t>ZoVO</w:t>
      </w:r>
      <w:proofErr w:type="spellEnd"/>
      <w:r w:rsidR="005B5926" w:rsidRPr="00C33301">
        <w:rPr>
          <w:rFonts w:ascii="Arial Narrow" w:hAnsi="Arial Narrow"/>
          <w:sz w:val="22"/>
          <w:szCs w:val="22"/>
        </w:rPr>
        <w:t xml:space="preserve"> bez využitia elektronického trhoviska a bez použitia elektronickej aukcie – zákazka na uskutočnenie stavebných prác</w:t>
      </w:r>
      <w:r w:rsidR="00C33301">
        <w:rPr>
          <w:rFonts w:ascii="Arial Narrow" w:hAnsi="Arial Narrow"/>
          <w:sz w:val="22"/>
          <w:szCs w:val="22"/>
        </w:rPr>
        <w:t xml:space="preserve"> IA č. 33234</w:t>
      </w:r>
      <w:r w:rsidR="005B5926" w:rsidRPr="00C33301">
        <w:rPr>
          <w:rFonts w:ascii="Arial Narrow" w:hAnsi="Arial Narrow"/>
          <w:sz w:val="22"/>
          <w:szCs w:val="22"/>
        </w:rPr>
        <w:t xml:space="preserve"> v zmysle § 3 ods. 3 </w:t>
      </w:r>
      <w:proofErr w:type="spellStart"/>
      <w:r w:rsidR="005B5926" w:rsidRPr="00C33301">
        <w:rPr>
          <w:rFonts w:ascii="Arial Narrow" w:hAnsi="Arial Narrow"/>
          <w:sz w:val="22"/>
          <w:szCs w:val="22"/>
        </w:rPr>
        <w:t>ZoVO</w:t>
      </w:r>
      <w:proofErr w:type="spellEnd"/>
      <w:r w:rsidR="005B5926" w:rsidRPr="00C33301">
        <w:rPr>
          <w:rFonts w:ascii="Arial Narrow" w:hAnsi="Arial Narrow"/>
          <w:sz w:val="22"/>
          <w:szCs w:val="22"/>
        </w:rPr>
        <w:t xml:space="preserve"> predmetu zákazky s názvom: </w:t>
      </w:r>
      <w:r w:rsidR="005B5926" w:rsidRPr="00C33301">
        <w:rPr>
          <w:rFonts w:ascii="Arial Narrow" w:hAnsi="Arial Narrow"/>
          <w:b/>
          <w:sz w:val="22"/>
          <w:szCs w:val="22"/>
        </w:rPr>
        <w:t>„</w:t>
      </w:r>
      <w:r w:rsidR="00C33301" w:rsidRPr="00C33301">
        <w:rPr>
          <w:rFonts w:ascii="Arial Narrow" w:eastAsia="MS Mincho" w:hAnsi="Arial Narrow"/>
          <w:b/>
          <w:bCs/>
          <w:sz w:val="22"/>
          <w:szCs w:val="22"/>
        </w:rPr>
        <w:t>Rekonštrukcia, prístavba a nadstavba budovy</w:t>
      </w:r>
      <w:r w:rsidR="005B5926" w:rsidRPr="00C33301">
        <w:rPr>
          <w:rFonts w:ascii="Arial Narrow" w:hAnsi="Arial Narrow"/>
          <w:b/>
          <w:sz w:val="22"/>
          <w:szCs w:val="22"/>
        </w:rPr>
        <w:t>“</w:t>
      </w:r>
    </w:p>
    <w:p w:rsidR="00251F90" w:rsidRPr="00C33301" w:rsidRDefault="00251F90" w:rsidP="00620266">
      <w:pPr>
        <w:ind w:left="709" w:hanging="4"/>
        <w:jc w:val="both"/>
        <w:rPr>
          <w:rFonts w:ascii="Arial Narrow" w:hAnsi="Arial Narrow"/>
          <w:b/>
          <w:sz w:val="22"/>
          <w:szCs w:val="22"/>
        </w:rPr>
      </w:pPr>
      <w:r w:rsidRPr="00C33301">
        <w:rPr>
          <w:rFonts w:ascii="Arial Narrow" w:hAnsi="Arial Narrow"/>
          <w:b/>
          <w:sz w:val="22"/>
          <w:szCs w:val="22"/>
        </w:rPr>
        <w:t xml:space="preserve">- </w:t>
      </w:r>
      <w:r w:rsidR="00D23775" w:rsidRPr="00C33301">
        <w:rPr>
          <w:rFonts w:ascii="Arial Narrow" w:hAnsi="Arial Narrow"/>
          <w:b/>
          <w:sz w:val="22"/>
          <w:szCs w:val="22"/>
          <w:u w:val="single"/>
        </w:rPr>
        <w:t xml:space="preserve">odporúčanie pre záujemcov </w:t>
      </w:r>
    </w:p>
    <w:p w:rsidR="00251F90" w:rsidRPr="00C33301" w:rsidRDefault="00251F90" w:rsidP="00251F90">
      <w:pPr>
        <w:tabs>
          <w:tab w:val="left" w:pos="0"/>
        </w:tabs>
        <w:jc w:val="both"/>
        <w:rPr>
          <w:rFonts w:ascii="Arial Narrow" w:hAnsi="Arial Narrow"/>
          <w:sz w:val="22"/>
          <w:szCs w:val="22"/>
        </w:rPr>
      </w:pPr>
    </w:p>
    <w:p w:rsidR="00251F90" w:rsidRPr="00C33301" w:rsidRDefault="00852E26" w:rsidP="00852E26">
      <w:pPr>
        <w:tabs>
          <w:tab w:val="left" w:pos="0"/>
          <w:tab w:val="left" w:pos="1095"/>
        </w:tabs>
        <w:jc w:val="both"/>
        <w:rPr>
          <w:rFonts w:ascii="Arial Narrow" w:hAnsi="Arial Narrow"/>
          <w:sz w:val="22"/>
          <w:szCs w:val="22"/>
        </w:rPr>
      </w:pPr>
      <w:r w:rsidRPr="00C33301">
        <w:rPr>
          <w:rFonts w:ascii="Arial Narrow" w:hAnsi="Arial Narrow"/>
          <w:sz w:val="22"/>
          <w:szCs w:val="22"/>
        </w:rPr>
        <w:tab/>
      </w:r>
    </w:p>
    <w:p w:rsidR="00CC2F77" w:rsidRPr="00C33301" w:rsidRDefault="005B5926" w:rsidP="00D259C9">
      <w:pPr>
        <w:ind w:firstLine="360"/>
        <w:jc w:val="both"/>
        <w:rPr>
          <w:rFonts w:ascii="Arial Narrow" w:hAnsi="Arial Narrow"/>
          <w:sz w:val="22"/>
          <w:szCs w:val="22"/>
          <w:highlight w:val="yellow"/>
        </w:rPr>
      </w:pPr>
      <w:r w:rsidRPr="00C33301">
        <w:rPr>
          <w:rFonts w:ascii="Arial Narrow" w:hAnsi="Arial Narrow"/>
          <w:sz w:val="22"/>
          <w:szCs w:val="22"/>
        </w:rPr>
        <w:t xml:space="preserve">INPRO POPRAD, </w:t>
      </w:r>
      <w:proofErr w:type="spellStart"/>
      <w:r w:rsidRPr="00C33301">
        <w:rPr>
          <w:rFonts w:ascii="Arial Narrow" w:hAnsi="Arial Narrow"/>
          <w:sz w:val="22"/>
          <w:szCs w:val="22"/>
        </w:rPr>
        <w:t>s.r.o</w:t>
      </w:r>
      <w:proofErr w:type="spellEnd"/>
      <w:r w:rsidRPr="00C33301">
        <w:rPr>
          <w:rFonts w:ascii="Arial Narrow" w:hAnsi="Arial Narrow"/>
          <w:sz w:val="22"/>
          <w:szCs w:val="22"/>
        </w:rPr>
        <w:t xml:space="preserve">., ako </w:t>
      </w:r>
      <w:r w:rsidR="006B4257" w:rsidRPr="00C33301">
        <w:rPr>
          <w:rFonts w:ascii="Arial Narrow" w:hAnsi="Arial Narrow"/>
          <w:sz w:val="22"/>
          <w:szCs w:val="22"/>
        </w:rPr>
        <w:t>poverený/</w:t>
      </w:r>
      <w:r w:rsidRPr="00C33301">
        <w:rPr>
          <w:rFonts w:ascii="Arial Narrow" w:hAnsi="Arial Narrow"/>
          <w:sz w:val="22"/>
          <w:szCs w:val="22"/>
        </w:rPr>
        <w:t>splnomocnený zástupca verejného obstarávateľa</w:t>
      </w:r>
      <w:r w:rsidRPr="00C33301">
        <w:rPr>
          <w:rFonts w:ascii="Arial Narrow" w:hAnsi="Arial Narrow"/>
          <w:b/>
          <w:sz w:val="22"/>
          <w:szCs w:val="22"/>
        </w:rPr>
        <w:t xml:space="preserve">: </w:t>
      </w:r>
      <w:r w:rsidR="00C33301" w:rsidRPr="00C33301">
        <w:rPr>
          <w:rFonts w:ascii="Arial Narrow" w:hAnsi="Arial Narrow"/>
          <w:b/>
          <w:bCs/>
          <w:sz w:val="22"/>
          <w:szCs w:val="22"/>
          <w:lang w:val="pl-PL"/>
        </w:rPr>
        <w:t>Vzdelávacie a doškoľovacie zariadenie VS – Financie Tatranská Lomnica</w:t>
      </w:r>
      <w:r w:rsidR="00D23775" w:rsidRPr="00C33301">
        <w:rPr>
          <w:rFonts w:ascii="Arial Narrow" w:hAnsi="Arial Narrow"/>
          <w:b/>
          <w:sz w:val="22"/>
          <w:szCs w:val="22"/>
        </w:rPr>
        <w:t xml:space="preserve">, </w:t>
      </w:r>
      <w:r w:rsidR="00C33301" w:rsidRPr="00C33301">
        <w:rPr>
          <w:rFonts w:ascii="Arial Narrow" w:hAnsi="Arial Narrow"/>
          <w:b/>
          <w:bCs/>
          <w:sz w:val="22"/>
          <w:szCs w:val="22"/>
          <w:lang w:val="pl-PL"/>
        </w:rPr>
        <w:t>Tatranská Lomnica č. 128, 059 60 Vysoké Tatry</w:t>
      </w:r>
      <w:r w:rsidR="00C33301" w:rsidRPr="00C33301">
        <w:rPr>
          <w:rFonts w:ascii="Arial Narrow" w:hAnsi="Arial Narrow"/>
          <w:b/>
          <w:sz w:val="22"/>
          <w:szCs w:val="22"/>
        </w:rPr>
        <w:t xml:space="preserve"> </w:t>
      </w:r>
      <w:r w:rsidRPr="00C33301">
        <w:rPr>
          <w:rFonts w:ascii="Arial Narrow" w:hAnsi="Arial Narrow"/>
          <w:sz w:val="22"/>
          <w:szCs w:val="22"/>
        </w:rPr>
        <w:t xml:space="preserve">(verejný obstarávateľ v zmysle § 7 ods. 1 písm. </w:t>
      </w:r>
      <w:r w:rsidR="00C33301">
        <w:rPr>
          <w:rFonts w:ascii="Arial Narrow" w:hAnsi="Arial Narrow"/>
          <w:sz w:val="22"/>
          <w:szCs w:val="22"/>
        </w:rPr>
        <w:t>d</w:t>
      </w:r>
      <w:r w:rsidRPr="00C33301">
        <w:rPr>
          <w:rFonts w:ascii="Arial Narrow" w:hAnsi="Arial Narrow"/>
          <w:sz w:val="22"/>
          <w:szCs w:val="22"/>
        </w:rPr>
        <w:t xml:space="preserve">) </w:t>
      </w:r>
      <w:proofErr w:type="spellStart"/>
      <w:r w:rsidRPr="00C33301">
        <w:rPr>
          <w:rFonts w:ascii="Arial Narrow" w:hAnsi="Arial Narrow"/>
          <w:sz w:val="22"/>
          <w:szCs w:val="22"/>
        </w:rPr>
        <w:t>ZoVO</w:t>
      </w:r>
      <w:proofErr w:type="spellEnd"/>
      <w:r w:rsidRPr="00C33301">
        <w:rPr>
          <w:rFonts w:ascii="Arial Narrow" w:hAnsi="Arial Narrow"/>
          <w:sz w:val="22"/>
          <w:szCs w:val="22"/>
        </w:rPr>
        <w:t xml:space="preserve">) pri zadávaní podlimitnej zákazky v zmysle § 5 ods. 3 písm. </w:t>
      </w:r>
      <w:r w:rsidR="009F73C7" w:rsidRPr="00C33301">
        <w:rPr>
          <w:rFonts w:ascii="Arial Narrow" w:hAnsi="Arial Narrow"/>
          <w:sz w:val="22"/>
          <w:szCs w:val="22"/>
        </w:rPr>
        <w:t>c</w:t>
      </w:r>
      <w:r w:rsidRPr="00C33301">
        <w:rPr>
          <w:rFonts w:ascii="Arial Narrow" w:hAnsi="Arial Narrow"/>
          <w:sz w:val="22"/>
          <w:szCs w:val="22"/>
        </w:rPr>
        <w:t xml:space="preserve">) </w:t>
      </w:r>
      <w:proofErr w:type="spellStart"/>
      <w:r w:rsidRPr="00C33301">
        <w:rPr>
          <w:rFonts w:ascii="Arial Narrow" w:hAnsi="Arial Narrow"/>
          <w:sz w:val="22"/>
          <w:szCs w:val="22"/>
        </w:rPr>
        <w:t>ZoVO</w:t>
      </w:r>
      <w:proofErr w:type="spellEnd"/>
      <w:r w:rsidRPr="00C33301">
        <w:rPr>
          <w:rFonts w:ascii="Arial Narrow" w:hAnsi="Arial Narrow"/>
          <w:sz w:val="22"/>
          <w:szCs w:val="22"/>
        </w:rPr>
        <w:t xml:space="preserve"> </w:t>
      </w:r>
      <w:r w:rsidR="009F73C7" w:rsidRPr="00C33301">
        <w:rPr>
          <w:rFonts w:ascii="Arial Narrow" w:hAnsi="Arial Narrow"/>
          <w:sz w:val="22"/>
          <w:szCs w:val="22"/>
        </w:rPr>
        <w:t>postupom podľa § 112 až 114, § 116</w:t>
      </w:r>
      <w:r w:rsidRPr="00C33301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C33301">
        <w:rPr>
          <w:rFonts w:ascii="Arial Narrow" w:hAnsi="Arial Narrow"/>
          <w:sz w:val="22"/>
          <w:szCs w:val="22"/>
        </w:rPr>
        <w:t>ZoVO</w:t>
      </w:r>
      <w:proofErr w:type="spellEnd"/>
      <w:r w:rsidRPr="00C33301">
        <w:rPr>
          <w:rFonts w:ascii="Arial Narrow" w:hAnsi="Arial Narrow"/>
          <w:sz w:val="22"/>
          <w:szCs w:val="22"/>
        </w:rPr>
        <w:t xml:space="preserve"> bez využitia elektronického trhoviska a bez použitia elektronickej aukcie – zákazka na uskutočnenie stavebných prác</w:t>
      </w:r>
      <w:r w:rsidR="00C33301">
        <w:rPr>
          <w:rFonts w:ascii="Arial Narrow" w:hAnsi="Arial Narrow"/>
          <w:sz w:val="22"/>
          <w:szCs w:val="22"/>
        </w:rPr>
        <w:t xml:space="preserve"> IA č. 33234</w:t>
      </w:r>
      <w:r w:rsidRPr="00C33301">
        <w:rPr>
          <w:rFonts w:ascii="Arial Narrow" w:hAnsi="Arial Narrow"/>
          <w:sz w:val="22"/>
          <w:szCs w:val="22"/>
        </w:rPr>
        <w:t xml:space="preserve"> v zmysle § 3 ods. 3 </w:t>
      </w:r>
      <w:proofErr w:type="spellStart"/>
      <w:r w:rsidRPr="00C33301">
        <w:rPr>
          <w:rFonts w:ascii="Arial Narrow" w:hAnsi="Arial Narrow"/>
          <w:sz w:val="22"/>
          <w:szCs w:val="22"/>
        </w:rPr>
        <w:t>ZoVO</w:t>
      </w:r>
      <w:proofErr w:type="spellEnd"/>
      <w:r w:rsidRPr="00C33301">
        <w:rPr>
          <w:rFonts w:ascii="Arial Narrow" w:hAnsi="Arial Narrow"/>
          <w:sz w:val="22"/>
          <w:szCs w:val="22"/>
        </w:rPr>
        <w:t xml:space="preserve"> predmetu zákazky s názvom: </w:t>
      </w:r>
      <w:r w:rsidRPr="00C33301">
        <w:rPr>
          <w:rFonts w:ascii="Arial Narrow" w:hAnsi="Arial Narrow"/>
          <w:b/>
          <w:sz w:val="22"/>
          <w:szCs w:val="22"/>
        </w:rPr>
        <w:t>„</w:t>
      </w:r>
      <w:r w:rsidR="00C33301" w:rsidRPr="00C33301">
        <w:rPr>
          <w:rFonts w:ascii="Arial Narrow" w:hAnsi="Arial Narrow"/>
          <w:b/>
          <w:bCs/>
          <w:sz w:val="22"/>
          <w:szCs w:val="22"/>
        </w:rPr>
        <w:t>Rekonštrukcia, prístavba a nadstavba budovy</w:t>
      </w:r>
      <w:r w:rsidRPr="00C33301">
        <w:rPr>
          <w:rFonts w:ascii="Arial Narrow" w:hAnsi="Arial Narrow"/>
          <w:b/>
          <w:sz w:val="22"/>
          <w:szCs w:val="22"/>
        </w:rPr>
        <w:t>“</w:t>
      </w:r>
      <w:r w:rsidRPr="00C33301">
        <w:rPr>
          <w:rFonts w:ascii="Arial Narrow" w:hAnsi="Arial Narrow"/>
          <w:sz w:val="22"/>
          <w:szCs w:val="22"/>
        </w:rPr>
        <w:t xml:space="preserve">, </w:t>
      </w:r>
      <w:r w:rsidR="00D23775" w:rsidRPr="00C33301">
        <w:rPr>
          <w:rFonts w:ascii="Arial Narrow" w:hAnsi="Arial Narrow"/>
          <w:sz w:val="22"/>
          <w:szCs w:val="22"/>
        </w:rPr>
        <w:t>odporúča záujemcom</w:t>
      </w:r>
      <w:r w:rsidR="009F73C7" w:rsidRPr="00C33301">
        <w:rPr>
          <w:rFonts w:ascii="Arial Narrow" w:hAnsi="Arial Narrow"/>
          <w:sz w:val="22"/>
          <w:szCs w:val="22"/>
        </w:rPr>
        <w:t>, a</w:t>
      </w:r>
      <w:r w:rsidR="00D23775" w:rsidRPr="00C33301">
        <w:rPr>
          <w:rFonts w:ascii="Arial Narrow" w:hAnsi="Arial Narrow"/>
          <w:sz w:val="22"/>
          <w:szCs w:val="22"/>
        </w:rPr>
        <w:t xml:space="preserve">by vyplnili a ocenili Výkaz výmer – Rozpočet v zmysle prílohy č. 3 textovej časti súťažných podkladov, nakoľko sa pri prenesení položiek do rozpočtových programov (napr. </w:t>
      </w:r>
      <w:proofErr w:type="spellStart"/>
      <w:r w:rsidR="00D23775" w:rsidRPr="00C33301">
        <w:rPr>
          <w:rFonts w:ascii="Arial Narrow" w:hAnsi="Arial Narrow"/>
          <w:sz w:val="22"/>
          <w:szCs w:val="22"/>
        </w:rPr>
        <w:t>Cenkros</w:t>
      </w:r>
      <w:proofErr w:type="spellEnd"/>
      <w:r w:rsidR="00D23775" w:rsidRPr="00C33301">
        <w:rPr>
          <w:rFonts w:ascii="Arial Narrow" w:hAnsi="Arial Narrow"/>
          <w:sz w:val="22"/>
          <w:szCs w:val="22"/>
        </w:rPr>
        <w:t xml:space="preserve">) môže stať, že uchádzač pozmení predpísanú výmeru / množstvo položky (napr. program dopočíta neoprávnené </w:t>
      </w:r>
      <w:proofErr w:type="spellStart"/>
      <w:r w:rsidR="00D23775" w:rsidRPr="00C33301">
        <w:rPr>
          <w:rFonts w:ascii="Arial Narrow" w:hAnsi="Arial Narrow"/>
          <w:sz w:val="22"/>
          <w:szCs w:val="22"/>
        </w:rPr>
        <w:t>stratné</w:t>
      </w:r>
      <w:proofErr w:type="spellEnd"/>
      <w:r w:rsidR="00D23775" w:rsidRPr="00C33301">
        <w:rPr>
          <w:rFonts w:ascii="Arial Narrow" w:hAnsi="Arial Narrow"/>
          <w:sz w:val="22"/>
          <w:szCs w:val="22"/>
        </w:rPr>
        <w:t xml:space="preserve">), ocení položky jednotkovými cenami na 3 desatinné miesta, neocení položku, vynechá položku, resp. pozmení položku a pod., čo je neprijateľné. </w:t>
      </w:r>
    </w:p>
    <w:p w:rsidR="009F73C7" w:rsidRPr="00C33301" w:rsidRDefault="00535E9D" w:rsidP="009F73C7">
      <w:pPr>
        <w:jc w:val="both"/>
        <w:rPr>
          <w:rFonts w:ascii="Arial Narrow" w:hAnsi="Arial Narrow"/>
          <w:sz w:val="22"/>
          <w:szCs w:val="22"/>
        </w:rPr>
      </w:pPr>
      <w:r w:rsidRPr="00C33301">
        <w:rPr>
          <w:rFonts w:ascii="Arial Narrow" w:hAnsi="Arial Narrow"/>
          <w:sz w:val="22"/>
          <w:szCs w:val="22"/>
        </w:rPr>
        <w:t>Taktiež táto príloha obsah</w:t>
      </w:r>
      <w:r w:rsidR="00C33301">
        <w:rPr>
          <w:rFonts w:ascii="Arial Narrow" w:hAnsi="Arial Narrow"/>
          <w:sz w:val="22"/>
          <w:szCs w:val="22"/>
        </w:rPr>
        <w:t>uje previazania medzi položkami a čiastkovými rozpočtami.</w:t>
      </w:r>
    </w:p>
    <w:p w:rsidR="00C33301" w:rsidRDefault="00C33301" w:rsidP="009F73C7">
      <w:pPr>
        <w:jc w:val="both"/>
        <w:rPr>
          <w:rFonts w:ascii="Arial Narrow" w:hAnsi="Arial Narrow"/>
          <w:sz w:val="22"/>
          <w:szCs w:val="22"/>
        </w:rPr>
      </w:pPr>
    </w:p>
    <w:p w:rsidR="00CC2F77" w:rsidRPr="00C33301" w:rsidRDefault="00CC2F77" w:rsidP="002D5768">
      <w:pPr>
        <w:tabs>
          <w:tab w:val="left" w:pos="3119"/>
        </w:tabs>
        <w:jc w:val="both"/>
        <w:rPr>
          <w:rFonts w:ascii="Arial Narrow" w:hAnsi="Arial Narrow"/>
          <w:sz w:val="22"/>
          <w:szCs w:val="22"/>
        </w:rPr>
      </w:pPr>
      <w:r w:rsidRPr="00C33301">
        <w:rPr>
          <w:rFonts w:ascii="Arial Narrow" w:hAnsi="Arial Narrow"/>
          <w:sz w:val="22"/>
          <w:szCs w:val="22"/>
        </w:rPr>
        <w:t xml:space="preserve">Uvedené odporúčame z dôvodu predídenia matematických, súčtových alebo súčinových chýb. </w:t>
      </w:r>
    </w:p>
    <w:p w:rsidR="00116577" w:rsidRPr="00C33301" w:rsidRDefault="00116577" w:rsidP="00CB0777">
      <w:pPr>
        <w:ind w:firstLine="360"/>
        <w:jc w:val="both"/>
        <w:rPr>
          <w:rFonts w:ascii="Arial Narrow" w:hAnsi="Arial Narrow"/>
          <w:b/>
          <w:sz w:val="22"/>
          <w:szCs w:val="22"/>
        </w:rPr>
      </w:pPr>
    </w:p>
    <w:p w:rsidR="00EC5B54" w:rsidRPr="00C33301" w:rsidRDefault="00EC5B54" w:rsidP="00CB0777">
      <w:pPr>
        <w:tabs>
          <w:tab w:val="left" w:pos="9000"/>
        </w:tabs>
        <w:jc w:val="both"/>
        <w:rPr>
          <w:rFonts w:ascii="Arial Narrow" w:hAnsi="Arial Narrow"/>
          <w:sz w:val="22"/>
          <w:szCs w:val="22"/>
        </w:rPr>
      </w:pPr>
    </w:p>
    <w:p w:rsidR="00535E9D" w:rsidRPr="00C33301" w:rsidRDefault="00535E9D" w:rsidP="00535E9D">
      <w:pPr>
        <w:tabs>
          <w:tab w:val="left" w:pos="9000"/>
        </w:tabs>
        <w:jc w:val="both"/>
        <w:rPr>
          <w:rFonts w:ascii="Arial Narrow" w:hAnsi="Arial Narrow"/>
          <w:sz w:val="22"/>
          <w:szCs w:val="22"/>
        </w:rPr>
      </w:pPr>
    </w:p>
    <w:p w:rsidR="00535E9D" w:rsidRPr="00C33301" w:rsidRDefault="00535E9D" w:rsidP="00535E9D">
      <w:pPr>
        <w:widowControl w:val="0"/>
        <w:suppressAutoHyphens/>
        <w:autoSpaceDE w:val="0"/>
        <w:autoSpaceDN w:val="0"/>
        <w:adjustRightInd w:val="0"/>
        <w:ind w:firstLine="360"/>
        <w:jc w:val="both"/>
        <w:rPr>
          <w:rFonts w:ascii="Arial Narrow" w:hAnsi="Arial Narrow"/>
          <w:sz w:val="22"/>
          <w:szCs w:val="22"/>
        </w:rPr>
      </w:pPr>
      <w:r w:rsidRPr="00C33301">
        <w:rPr>
          <w:rFonts w:ascii="Arial Narrow" w:hAnsi="Arial Narrow"/>
          <w:sz w:val="22"/>
          <w:szCs w:val="22"/>
        </w:rPr>
        <w:t>S úctou</w:t>
      </w:r>
    </w:p>
    <w:p w:rsidR="00535E9D" w:rsidRPr="00C33301" w:rsidRDefault="00535E9D" w:rsidP="00535E9D">
      <w:pPr>
        <w:ind w:left="708" w:firstLine="708"/>
        <w:rPr>
          <w:rFonts w:ascii="Arial Narrow" w:hAnsi="Arial Narrow"/>
          <w:sz w:val="22"/>
          <w:szCs w:val="22"/>
        </w:rPr>
      </w:pPr>
    </w:p>
    <w:p w:rsidR="00535E9D" w:rsidRPr="00C33301" w:rsidRDefault="00535E9D" w:rsidP="00535E9D">
      <w:pPr>
        <w:ind w:left="708" w:firstLine="708"/>
        <w:rPr>
          <w:rFonts w:ascii="Arial Narrow" w:hAnsi="Arial Narrow"/>
          <w:sz w:val="22"/>
          <w:szCs w:val="22"/>
        </w:rPr>
      </w:pPr>
    </w:p>
    <w:p w:rsidR="00535E9D" w:rsidRPr="00C33301" w:rsidRDefault="00535E9D" w:rsidP="00535E9D">
      <w:pPr>
        <w:ind w:left="708" w:firstLine="708"/>
        <w:rPr>
          <w:rFonts w:ascii="Arial Narrow" w:hAnsi="Arial Narrow"/>
          <w:sz w:val="22"/>
          <w:szCs w:val="22"/>
        </w:rPr>
      </w:pPr>
    </w:p>
    <w:p w:rsidR="00535E9D" w:rsidRPr="00C33301" w:rsidRDefault="00535E9D" w:rsidP="00535E9D">
      <w:pPr>
        <w:ind w:left="708" w:firstLine="708"/>
        <w:rPr>
          <w:rFonts w:ascii="Arial Narrow" w:hAnsi="Arial Narrow"/>
          <w:sz w:val="22"/>
          <w:szCs w:val="22"/>
        </w:rPr>
      </w:pPr>
    </w:p>
    <w:p w:rsidR="00535E9D" w:rsidRPr="00C33301" w:rsidRDefault="00535E9D" w:rsidP="00C33301">
      <w:pPr>
        <w:ind w:left="3540"/>
        <w:jc w:val="center"/>
        <w:rPr>
          <w:rFonts w:ascii="Arial Narrow" w:hAnsi="Arial Narrow"/>
          <w:sz w:val="22"/>
          <w:szCs w:val="22"/>
        </w:rPr>
      </w:pPr>
      <w:r w:rsidRPr="00C33301">
        <w:rPr>
          <w:rFonts w:ascii="Arial Narrow" w:hAnsi="Arial Narrow"/>
          <w:sz w:val="22"/>
          <w:szCs w:val="22"/>
        </w:rPr>
        <w:t>.....................................................</w:t>
      </w:r>
    </w:p>
    <w:p w:rsidR="00535E9D" w:rsidRPr="00C33301" w:rsidRDefault="00535E9D" w:rsidP="00C33301">
      <w:pPr>
        <w:autoSpaceDE w:val="0"/>
        <w:autoSpaceDN w:val="0"/>
        <w:adjustRightInd w:val="0"/>
        <w:ind w:left="3540"/>
        <w:jc w:val="center"/>
        <w:rPr>
          <w:rStyle w:val="Siln"/>
          <w:rFonts w:ascii="Arial Narrow" w:hAnsi="Arial Narrow"/>
          <w:b w:val="0"/>
          <w:sz w:val="22"/>
          <w:szCs w:val="22"/>
        </w:rPr>
      </w:pPr>
      <w:r w:rsidRPr="00C33301">
        <w:rPr>
          <w:rStyle w:val="Siln"/>
          <w:rFonts w:ascii="Arial Narrow" w:hAnsi="Arial Narrow"/>
          <w:b w:val="0"/>
          <w:sz w:val="22"/>
          <w:szCs w:val="22"/>
        </w:rPr>
        <w:t xml:space="preserve">Ing. Vladimír </w:t>
      </w:r>
      <w:proofErr w:type="spellStart"/>
      <w:r w:rsidRPr="00C33301">
        <w:rPr>
          <w:rStyle w:val="Siln"/>
          <w:rFonts w:ascii="Arial Narrow" w:hAnsi="Arial Narrow"/>
          <w:b w:val="0"/>
          <w:sz w:val="22"/>
          <w:szCs w:val="22"/>
        </w:rPr>
        <w:t>Margetaj</w:t>
      </w:r>
      <w:proofErr w:type="spellEnd"/>
    </w:p>
    <w:p w:rsidR="00535E9D" w:rsidRPr="00C33301" w:rsidRDefault="00535E9D" w:rsidP="00C33301">
      <w:pPr>
        <w:tabs>
          <w:tab w:val="left" w:pos="8100"/>
        </w:tabs>
        <w:ind w:left="3540"/>
        <w:jc w:val="center"/>
        <w:rPr>
          <w:rFonts w:ascii="Arial Narrow" w:hAnsi="Arial Narrow"/>
          <w:sz w:val="22"/>
          <w:szCs w:val="22"/>
        </w:rPr>
      </w:pPr>
      <w:r w:rsidRPr="00C33301">
        <w:rPr>
          <w:rStyle w:val="Siln"/>
          <w:rFonts w:ascii="Arial Narrow" w:hAnsi="Arial Narrow"/>
          <w:b w:val="0"/>
          <w:sz w:val="22"/>
          <w:szCs w:val="22"/>
        </w:rPr>
        <w:t>konateľ a splnom. osoba pre verejné obstarávanie</w:t>
      </w:r>
    </w:p>
    <w:p w:rsidR="00AB67F1" w:rsidRPr="00C33301" w:rsidRDefault="00AB67F1" w:rsidP="00620266">
      <w:pPr>
        <w:tabs>
          <w:tab w:val="left" w:pos="8100"/>
        </w:tabs>
        <w:jc w:val="both"/>
        <w:rPr>
          <w:rFonts w:ascii="Arial Narrow" w:hAnsi="Arial Narrow"/>
          <w:sz w:val="22"/>
          <w:szCs w:val="22"/>
        </w:rPr>
      </w:pPr>
    </w:p>
    <w:sectPr w:rsidR="00AB67F1" w:rsidRPr="00C33301" w:rsidSect="007B3C63">
      <w:headerReference w:type="default" r:id="rId8"/>
      <w:footerReference w:type="default" r:id="rId9"/>
      <w:headerReference w:type="first" r:id="rId10"/>
      <w:pgSz w:w="11906" w:h="16838" w:code="9"/>
      <w:pgMar w:top="1134" w:right="1418" w:bottom="284" w:left="1418" w:header="709" w:footer="3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30A" w:rsidRDefault="0045430A">
      <w:r>
        <w:separator/>
      </w:r>
    </w:p>
  </w:endnote>
  <w:endnote w:type="continuationSeparator" w:id="0">
    <w:p w:rsidR="0045430A" w:rsidRDefault="00454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294" w:rsidRDefault="00725906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30A" w:rsidRDefault="0045430A">
      <w:r>
        <w:separator/>
      </w:r>
    </w:p>
  </w:footnote>
  <w:footnote w:type="continuationSeparator" w:id="0">
    <w:p w:rsidR="0045430A" w:rsidRDefault="00454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F90" w:rsidRPr="001B10A6" w:rsidRDefault="00251F90" w:rsidP="00852E26">
    <w:pPr>
      <w:pStyle w:val="Hlavika"/>
      <w:jc w:val="center"/>
    </w:pPr>
    <w:r>
      <w:t xml:space="preserve">  </w:t>
    </w:r>
  </w:p>
  <w:p w:rsidR="00251F90" w:rsidRDefault="00251F9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B54" w:rsidRPr="00C33301" w:rsidRDefault="00EC5B54" w:rsidP="00EC5B54">
    <w:pPr>
      <w:pStyle w:val="Nzov"/>
      <w:pBdr>
        <w:bottom w:val="single" w:sz="6" w:space="1" w:color="auto"/>
      </w:pBdr>
      <w:spacing w:before="0"/>
      <w:rPr>
        <w:rFonts w:ascii="Arial Narrow" w:hAnsi="Arial Narrow"/>
        <w:szCs w:val="32"/>
      </w:rPr>
    </w:pPr>
    <w:r w:rsidRPr="00C33301">
      <w:rPr>
        <w:rFonts w:ascii="Arial Narrow" w:hAnsi="Arial Narrow"/>
        <w:szCs w:val="32"/>
      </w:rPr>
      <w:t xml:space="preserve">INPRO POPRAD, </w:t>
    </w:r>
    <w:proofErr w:type="spellStart"/>
    <w:r w:rsidRPr="00C33301">
      <w:rPr>
        <w:rFonts w:ascii="Arial Narrow" w:hAnsi="Arial Narrow"/>
        <w:szCs w:val="32"/>
      </w:rPr>
      <w:t>s.r.o</w:t>
    </w:r>
    <w:proofErr w:type="spellEnd"/>
    <w:r w:rsidRPr="00C33301">
      <w:rPr>
        <w:rFonts w:ascii="Arial Narrow" w:hAnsi="Arial Narrow"/>
        <w:szCs w:val="32"/>
      </w:rPr>
      <w:t>.</w:t>
    </w:r>
  </w:p>
  <w:p w:rsidR="00EC5B54" w:rsidRPr="00C33301" w:rsidRDefault="00EC5B54" w:rsidP="00EC5B54">
    <w:pPr>
      <w:pBdr>
        <w:bottom w:val="single" w:sz="6" w:space="1" w:color="auto"/>
      </w:pBdr>
      <w:jc w:val="center"/>
      <w:outlineLvl w:val="0"/>
      <w:rPr>
        <w:rFonts w:ascii="Arial Narrow" w:hAnsi="Arial Narrow"/>
        <w:b/>
      </w:rPr>
    </w:pPr>
    <w:r w:rsidRPr="00C33301">
      <w:rPr>
        <w:rFonts w:ascii="Arial Narrow" w:hAnsi="Arial Narrow"/>
        <w:b/>
      </w:rPr>
      <w:t>Ústecko-Orlická 3300/25, 058 01 Poprad</w:t>
    </w:r>
  </w:p>
  <w:p w:rsidR="00EC5B54" w:rsidRPr="00C33301" w:rsidRDefault="00EC5B54" w:rsidP="00EC5B54">
    <w:pPr>
      <w:pBdr>
        <w:bottom w:val="single" w:sz="6" w:space="1" w:color="auto"/>
      </w:pBdr>
      <w:jc w:val="center"/>
      <w:outlineLvl w:val="0"/>
      <w:rPr>
        <w:rFonts w:ascii="Arial Narrow" w:hAnsi="Arial Narrow"/>
        <w:color w:val="000000"/>
      </w:rPr>
    </w:pPr>
    <w:r w:rsidRPr="00C33301">
      <w:rPr>
        <w:rFonts w:ascii="Arial Narrow" w:hAnsi="Arial Narrow"/>
        <w:lang w:eastAsia="ar-SA"/>
      </w:rPr>
      <w:t xml:space="preserve">IČO: 36501476   DIČ: </w:t>
    </w:r>
    <w:r w:rsidRPr="00C33301">
      <w:rPr>
        <w:rFonts w:ascii="Arial Narrow" w:hAnsi="Arial Narrow"/>
        <w:color w:val="000000"/>
      </w:rPr>
      <w:t>2021929910   IČ DPH: SK2021929910</w:t>
    </w:r>
  </w:p>
  <w:p w:rsidR="00EC5B54" w:rsidRPr="00C33301" w:rsidRDefault="00EC5B54" w:rsidP="00EC5B54">
    <w:pPr>
      <w:pBdr>
        <w:bottom w:val="single" w:sz="6" w:space="1" w:color="auto"/>
      </w:pBdr>
      <w:jc w:val="center"/>
      <w:rPr>
        <w:rFonts w:ascii="Arial Narrow" w:hAnsi="Arial Narrow"/>
        <w:bCs/>
      </w:rPr>
    </w:pPr>
    <w:proofErr w:type="spellStart"/>
    <w:r w:rsidRPr="00C33301">
      <w:rPr>
        <w:rFonts w:ascii="Arial Narrow" w:hAnsi="Arial Narrow"/>
        <w:bCs/>
      </w:rPr>
      <w:t>Mob</w:t>
    </w:r>
    <w:proofErr w:type="spellEnd"/>
    <w:r w:rsidRPr="00C33301">
      <w:rPr>
        <w:rFonts w:ascii="Arial Narrow" w:hAnsi="Arial Narrow"/>
        <w:bCs/>
      </w:rPr>
      <w:t>.: +421 903 785 720, E-mail: inpropoprad4@gmail.com</w:t>
    </w:r>
  </w:p>
  <w:p w:rsidR="00694764" w:rsidRPr="00CC2F77" w:rsidRDefault="00694764" w:rsidP="00EC5B54">
    <w:pPr>
      <w:pStyle w:val="Hlavika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9422742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5424DA"/>
    <w:multiLevelType w:val="hybridMultilevel"/>
    <w:tmpl w:val="5E80ACA8"/>
    <w:lvl w:ilvl="0" w:tplc="ADFAFDB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572DF6"/>
    <w:multiLevelType w:val="singleLevel"/>
    <w:tmpl w:val="AF0E3EDC"/>
    <w:lvl w:ilvl="0">
      <w:start w:val="1"/>
      <w:numFmt w:val="decimal"/>
      <w:lvlText w:val="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1F13405"/>
    <w:multiLevelType w:val="hybridMultilevel"/>
    <w:tmpl w:val="E29ACF56"/>
    <w:lvl w:ilvl="0" w:tplc="21CE6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A1906"/>
    <w:multiLevelType w:val="hybridMultilevel"/>
    <w:tmpl w:val="4ACAA16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460B75"/>
    <w:multiLevelType w:val="hybridMultilevel"/>
    <w:tmpl w:val="9830D7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375"/>
    <w:rsid w:val="00004854"/>
    <w:rsid w:val="00024E5B"/>
    <w:rsid w:val="00054AAE"/>
    <w:rsid w:val="00054DBE"/>
    <w:rsid w:val="000550D7"/>
    <w:rsid w:val="00061D43"/>
    <w:rsid w:val="0006442B"/>
    <w:rsid w:val="00066CD8"/>
    <w:rsid w:val="00071B94"/>
    <w:rsid w:val="00073C1D"/>
    <w:rsid w:val="0008761D"/>
    <w:rsid w:val="00093428"/>
    <w:rsid w:val="000940FF"/>
    <w:rsid w:val="000948F1"/>
    <w:rsid w:val="000A19CF"/>
    <w:rsid w:val="000B4938"/>
    <w:rsid w:val="000C6AA1"/>
    <w:rsid w:val="000D79E2"/>
    <w:rsid w:val="00113ED8"/>
    <w:rsid w:val="0011507B"/>
    <w:rsid w:val="00116577"/>
    <w:rsid w:val="00121598"/>
    <w:rsid w:val="00123C9F"/>
    <w:rsid w:val="0012548D"/>
    <w:rsid w:val="00134095"/>
    <w:rsid w:val="001357DE"/>
    <w:rsid w:val="00135AC9"/>
    <w:rsid w:val="001413F3"/>
    <w:rsid w:val="00143B86"/>
    <w:rsid w:val="00151BB3"/>
    <w:rsid w:val="00156422"/>
    <w:rsid w:val="0016031F"/>
    <w:rsid w:val="00163EE8"/>
    <w:rsid w:val="0016649D"/>
    <w:rsid w:val="001841C9"/>
    <w:rsid w:val="00186FB5"/>
    <w:rsid w:val="001918FF"/>
    <w:rsid w:val="001A04E9"/>
    <w:rsid w:val="001A2409"/>
    <w:rsid w:val="001B4388"/>
    <w:rsid w:val="001C0A8A"/>
    <w:rsid w:val="001C593A"/>
    <w:rsid w:val="001D1D8A"/>
    <w:rsid w:val="001D420A"/>
    <w:rsid w:val="001D5819"/>
    <w:rsid w:val="001D5FD0"/>
    <w:rsid w:val="001E2B9E"/>
    <w:rsid w:val="00220FB1"/>
    <w:rsid w:val="00222CBF"/>
    <w:rsid w:val="00231EEF"/>
    <w:rsid w:val="0023646F"/>
    <w:rsid w:val="00236541"/>
    <w:rsid w:val="00251F90"/>
    <w:rsid w:val="00253BB4"/>
    <w:rsid w:val="00255728"/>
    <w:rsid w:val="0026659D"/>
    <w:rsid w:val="00284486"/>
    <w:rsid w:val="00284FE9"/>
    <w:rsid w:val="00290F69"/>
    <w:rsid w:val="0029290F"/>
    <w:rsid w:val="00292ED7"/>
    <w:rsid w:val="002A5384"/>
    <w:rsid w:val="002A7FCE"/>
    <w:rsid w:val="002B134D"/>
    <w:rsid w:val="002B61DE"/>
    <w:rsid w:val="002D1ED8"/>
    <w:rsid w:val="002D5768"/>
    <w:rsid w:val="002E11C4"/>
    <w:rsid w:val="002F176B"/>
    <w:rsid w:val="002F5294"/>
    <w:rsid w:val="002F59AE"/>
    <w:rsid w:val="002F6A42"/>
    <w:rsid w:val="002F6E35"/>
    <w:rsid w:val="003150D4"/>
    <w:rsid w:val="00317529"/>
    <w:rsid w:val="00320175"/>
    <w:rsid w:val="0032513B"/>
    <w:rsid w:val="00331E74"/>
    <w:rsid w:val="003339E8"/>
    <w:rsid w:val="00336324"/>
    <w:rsid w:val="00343CC4"/>
    <w:rsid w:val="00347431"/>
    <w:rsid w:val="00347A71"/>
    <w:rsid w:val="00356DA5"/>
    <w:rsid w:val="003649C0"/>
    <w:rsid w:val="0036771E"/>
    <w:rsid w:val="003679EA"/>
    <w:rsid w:val="003824BC"/>
    <w:rsid w:val="00392E4D"/>
    <w:rsid w:val="00393E7C"/>
    <w:rsid w:val="003978FF"/>
    <w:rsid w:val="003A3278"/>
    <w:rsid w:val="003A4C20"/>
    <w:rsid w:val="003B1741"/>
    <w:rsid w:val="003B496E"/>
    <w:rsid w:val="003C1CA8"/>
    <w:rsid w:val="003F33FA"/>
    <w:rsid w:val="003F4840"/>
    <w:rsid w:val="003F6163"/>
    <w:rsid w:val="00403FB7"/>
    <w:rsid w:val="004043A8"/>
    <w:rsid w:val="00407393"/>
    <w:rsid w:val="00410D8C"/>
    <w:rsid w:val="00411E02"/>
    <w:rsid w:val="0041380E"/>
    <w:rsid w:val="004157D6"/>
    <w:rsid w:val="00417674"/>
    <w:rsid w:val="00420080"/>
    <w:rsid w:val="00421613"/>
    <w:rsid w:val="00436294"/>
    <w:rsid w:val="004409BF"/>
    <w:rsid w:val="0045430A"/>
    <w:rsid w:val="00487D08"/>
    <w:rsid w:val="004975A0"/>
    <w:rsid w:val="004A09E7"/>
    <w:rsid w:val="004A745D"/>
    <w:rsid w:val="004D1C71"/>
    <w:rsid w:val="004D4529"/>
    <w:rsid w:val="004E1A1A"/>
    <w:rsid w:val="004E621A"/>
    <w:rsid w:val="0050410B"/>
    <w:rsid w:val="005069AB"/>
    <w:rsid w:val="005206EB"/>
    <w:rsid w:val="00533CEB"/>
    <w:rsid w:val="00535E9D"/>
    <w:rsid w:val="00537892"/>
    <w:rsid w:val="00545177"/>
    <w:rsid w:val="00547404"/>
    <w:rsid w:val="00571481"/>
    <w:rsid w:val="00587F02"/>
    <w:rsid w:val="005944B3"/>
    <w:rsid w:val="00595B16"/>
    <w:rsid w:val="00596B29"/>
    <w:rsid w:val="005970D8"/>
    <w:rsid w:val="005A11B9"/>
    <w:rsid w:val="005A2E1A"/>
    <w:rsid w:val="005A3714"/>
    <w:rsid w:val="005B5926"/>
    <w:rsid w:val="005D469C"/>
    <w:rsid w:val="005D4EA7"/>
    <w:rsid w:val="005E73E1"/>
    <w:rsid w:val="006066FC"/>
    <w:rsid w:val="006176E6"/>
    <w:rsid w:val="00620266"/>
    <w:rsid w:val="00626AD0"/>
    <w:rsid w:val="00634619"/>
    <w:rsid w:val="00635914"/>
    <w:rsid w:val="00636413"/>
    <w:rsid w:val="00646115"/>
    <w:rsid w:val="00646B68"/>
    <w:rsid w:val="00653101"/>
    <w:rsid w:val="00670639"/>
    <w:rsid w:val="00693190"/>
    <w:rsid w:val="00694764"/>
    <w:rsid w:val="006A3C9E"/>
    <w:rsid w:val="006B1375"/>
    <w:rsid w:val="006B4257"/>
    <w:rsid w:val="006B60A4"/>
    <w:rsid w:val="006C7F21"/>
    <w:rsid w:val="006D1E02"/>
    <w:rsid w:val="006E601E"/>
    <w:rsid w:val="0071160F"/>
    <w:rsid w:val="00714E08"/>
    <w:rsid w:val="007158B9"/>
    <w:rsid w:val="00722418"/>
    <w:rsid w:val="00722D16"/>
    <w:rsid w:val="00723DD5"/>
    <w:rsid w:val="00725906"/>
    <w:rsid w:val="00754FD3"/>
    <w:rsid w:val="00755939"/>
    <w:rsid w:val="00762D4F"/>
    <w:rsid w:val="00771C7D"/>
    <w:rsid w:val="00785092"/>
    <w:rsid w:val="007A2B65"/>
    <w:rsid w:val="007B3C63"/>
    <w:rsid w:val="007C0327"/>
    <w:rsid w:val="007C1693"/>
    <w:rsid w:val="007C4054"/>
    <w:rsid w:val="007E064D"/>
    <w:rsid w:val="007E3095"/>
    <w:rsid w:val="007E468B"/>
    <w:rsid w:val="007E6655"/>
    <w:rsid w:val="00800F9F"/>
    <w:rsid w:val="008056B9"/>
    <w:rsid w:val="008217BB"/>
    <w:rsid w:val="00822B52"/>
    <w:rsid w:val="008243F9"/>
    <w:rsid w:val="0082493F"/>
    <w:rsid w:val="008351CD"/>
    <w:rsid w:val="0083642A"/>
    <w:rsid w:val="00840F46"/>
    <w:rsid w:val="00842A41"/>
    <w:rsid w:val="00852E26"/>
    <w:rsid w:val="00853843"/>
    <w:rsid w:val="008620DB"/>
    <w:rsid w:val="00884F40"/>
    <w:rsid w:val="0088596D"/>
    <w:rsid w:val="00893BCE"/>
    <w:rsid w:val="00895467"/>
    <w:rsid w:val="0089590F"/>
    <w:rsid w:val="008A152E"/>
    <w:rsid w:val="008A1E44"/>
    <w:rsid w:val="008B080A"/>
    <w:rsid w:val="008B30E7"/>
    <w:rsid w:val="008B5984"/>
    <w:rsid w:val="008B6F41"/>
    <w:rsid w:val="008C6667"/>
    <w:rsid w:val="008D081A"/>
    <w:rsid w:val="008D3856"/>
    <w:rsid w:val="008D47F3"/>
    <w:rsid w:val="008E367A"/>
    <w:rsid w:val="008F1E0D"/>
    <w:rsid w:val="008F4FA4"/>
    <w:rsid w:val="00934B7F"/>
    <w:rsid w:val="0095591E"/>
    <w:rsid w:val="0095771B"/>
    <w:rsid w:val="009578DD"/>
    <w:rsid w:val="0096154E"/>
    <w:rsid w:val="00965685"/>
    <w:rsid w:val="0097109F"/>
    <w:rsid w:val="00973FA2"/>
    <w:rsid w:val="00974032"/>
    <w:rsid w:val="009812F4"/>
    <w:rsid w:val="00986BA9"/>
    <w:rsid w:val="009A12C0"/>
    <w:rsid w:val="009A638A"/>
    <w:rsid w:val="009B2291"/>
    <w:rsid w:val="009B24A9"/>
    <w:rsid w:val="009C4CE1"/>
    <w:rsid w:val="009D66CD"/>
    <w:rsid w:val="009F64EC"/>
    <w:rsid w:val="009F73C7"/>
    <w:rsid w:val="00A13E90"/>
    <w:rsid w:val="00A27DF5"/>
    <w:rsid w:val="00A32173"/>
    <w:rsid w:val="00A402B4"/>
    <w:rsid w:val="00A4745E"/>
    <w:rsid w:val="00A52620"/>
    <w:rsid w:val="00A53AD2"/>
    <w:rsid w:val="00A576F7"/>
    <w:rsid w:val="00A62FE1"/>
    <w:rsid w:val="00A74228"/>
    <w:rsid w:val="00A87F73"/>
    <w:rsid w:val="00A92FF3"/>
    <w:rsid w:val="00AA462C"/>
    <w:rsid w:val="00AB23A8"/>
    <w:rsid w:val="00AB67F1"/>
    <w:rsid w:val="00AC6948"/>
    <w:rsid w:val="00AD1BF7"/>
    <w:rsid w:val="00AD4D91"/>
    <w:rsid w:val="00B1650E"/>
    <w:rsid w:val="00B36E29"/>
    <w:rsid w:val="00B413D8"/>
    <w:rsid w:val="00B42486"/>
    <w:rsid w:val="00B438DF"/>
    <w:rsid w:val="00B47DEB"/>
    <w:rsid w:val="00B5405F"/>
    <w:rsid w:val="00B56041"/>
    <w:rsid w:val="00B65B16"/>
    <w:rsid w:val="00B67382"/>
    <w:rsid w:val="00B732F5"/>
    <w:rsid w:val="00B76349"/>
    <w:rsid w:val="00B8320B"/>
    <w:rsid w:val="00B83C21"/>
    <w:rsid w:val="00B948DC"/>
    <w:rsid w:val="00B97653"/>
    <w:rsid w:val="00BA6955"/>
    <w:rsid w:val="00BB2596"/>
    <w:rsid w:val="00BC1DF5"/>
    <w:rsid w:val="00BC49DB"/>
    <w:rsid w:val="00BD38B8"/>
    <w:rsid w:val="00BD3A0F"/>
    <w:rsid w:val="00BE0212"/>
    <w:rsid w:val="00BE167B"/>
    <w:rsid w:val="00BE3B05"/>
    <w:rsid w:val="00BE7829"/>
    <w:rsid w:val="00BF49A9"/>
    <w:rsid w:val="00BF5454"/>
    <w:rsid w:val="00BF6A5F"/>
    <w:rsid w:val="00C1071D"/>
    <w:rsid w:val="00C33301"/>
    <w:rsid w:val="00C33DE9"/>
    <w:rsid w:val="00C33E2B"/>
    <w:rsid w:val="00C50607"/>
    <w:rsid w:val="00C57650"/>
    <w:rsid w:val="00C6150A"/>
    <w:rsid w:val="00C6411F"/>
    <w:rsid w:val="00C6533E"/>
    <w:rsid w:val="00C656C3"/>
    <w:rsid w:val="00C67B27"/>
    <w:rsid w:val="00C76F14"/>
    <w:rsid w:val="00C77B1B"/>
    <w:rsid w:val="00C84B40"/>
    <w:rsid w:val="00C945D7"/>
    <w:rsid w:val="00CB0777"/>
    <w:rsid w:val="00CB1C23"/>
    <w:rsid w:val="00CB517B"/>
    <w:rsid w:val="00CC2F77"/>
    <w:rsid w:val="00CD4DF5"/>
    <w:rsid w:val="00CF0951"/>
    <w:rsid w:val="00CF0BC5"/>
    <w:rsid w:val="00CF1785"/>
    <w:rsid w:val="00CF1A89"/>
    <w:rsid w:val="00CF2F3F"/>
    <w:rsid w:val="00CF3C86"/>
    <w:rsid w:val="00D139A1"/>
    <w:rsid w:val="00D14AA2"/>
    <w:rsid w:val="00D22355"/>
    <w:rsid w:val="00D23775"/>
    <w:rsid w:val="00D259C9"/>
    <w:rsid w:val="00D26710"/>
    <w:rsid w:val="00D26FA7"/>
    <w:rsid w:val="00D33089"/>
    <w:rsid w:val="00D36373"/>
    <w:rsid w:val="00D36390"/>
    <w:rsid w:val="00D43FA1"/>
    <w:rsid w:val="00D67446"/>
    <w:rsid w:val="00D67725"/>
    <w:rsid w:val="00DB2B61"/>
    <w:rsid w:val="00DB6A0B"/>
    <w:rsid w:val="00DC1A8F"/>
    <w:rsid w:val="00DC68F6"/>
    <w:rsid w:val="00DE1890"/>
    <w:rsid w:val="00DE24E9"/>
    <w:rsid w:val="00DF0912"/>
    <w:rsid w:val="00DF39F0"/>
    <w:rsid w:val="00DF7D46"/>
    <w:rsid w:val="00E00716"/>
    <w:rsid w:val="00E02388"/>
    <w:rsid w:val="00E124E0"/>
    <w:rsid w:val="00E144F3"/>
    <w:rsid w:val="00E37570"/>
    <w:rsid w:val="00E41EB7"/>
    <w:rsid w:val="00E51BC6"/>
    <w:rsid w:val="00E66E59"/>
    <w:rsid w:val="00E811EA"/>
    <w:rsid w:val="00E84DBF"/>
    <w:rsid w:val="00E87E75"/>
    <w:rsid w:val="00EA1501"/>
    <w:rsid w:val="00EA3B32"/>
    <w:rsid w:val="00EB531B"/>
    <w:rsid w:val="00EB725F"/>
    <w:rsid w:val="00EC3321"/>
    <w:rsid w:val="00EC5B54"/>
    <w:rsid w:val="00EC7FC6"/>
    <w:rsid w:val="00ED6079"/>
    <w:rsid w:val="00EE551A"/>
    <w:rsid w:val="00F05A88"/>
    <w:rsid w:val="00F0752E"/>
    <w:rsid w:val="00F12753"/>
    <w:rsid w:val="00F15A53"/>
    <w:rsid w:val="00F20AC3"/>
    <w:rsid w:val="00F71700"/>
    <w:rsid w:val="00F76095"/>
    <w:rsid w:val="00F769CC"/>
    <w:rsid w:val="00F77A59"/>
    <w:rsid w:val="00F813EB"/>
    <w:rsid w:val="00F915DC"/>
    <w:rsid w:val="00F92743"/>
    <w:rsid w:val="00F94898"/>
    <w:rsid w:val="00F954B8"/>
    <w:rsid w:val="00FA098B"/>
    <w:rsid w:val="00FA2C88"/>
    <w:rsid w:val="00FB5576"/>
    <w:rsid w:val="00FB7091"/>
    <w:rsid w:val="00FC2467"/>
    <w:rsid w:val="00FC6CDB"/>
    <w:rsid w:val="00FD24CD"/>
    <w:rsid w:val="00FD5CF5"/>
    <w:rsid w:val="00FD7470"/>
    <w:rsid w:val="00FE1D17"/>
    <w:rsid w:val="00FF0D5F"/>
    <w:rsid w:val="00FF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4E197F8-FF24-4647-94CB-F1A91A8E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rsid w:val="003339E8"/>
    <w:pPr>
      <w:keepNext/>
      <w:outlineLvl w:val="0"/>
    </w:pPr>
    <w:rPr>
      <w:b/>
      <w:sz w:val="32"/>
      <w:lang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C5765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ta">
    <w:name w:val="footer"/>
    <w:basedOn w:val="Normlny"/>
    <w:link w:val="PtaChar"/>
    <w:rsid w:val="00C57650"/>
    <w:pPr>
      <w:tabs>
        <w:tab w:val="center" w:pos="4536"/>
        <w:tab w:val="right" w:pos="9072"/>
      </w:tabs>
    </w:pPr>
    <w:rPr>
      <w:lang w:val="x-none" w:eastAsia="x-none"/>
    </w:rPr>
  </w:style>
  <w:style w:type="table" w:styleId="Mriekatabuky">
    <w:name w:val="Table Grid"/>
    <w:basedOn w:val="Normlnatabuka"/>
    <w:rsid w:val="00C57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">
    <w:name w:val="Normální~"/>
    <w:basedOn w:val="Normlny"/>
    <w:rsid w:val="00A92FF3"/>
    <w:pPr>
      <w:widowControl w:val="0"/>
    </w:pPr>
    <w:rPr>
      <w:sz w:val="20"/>
      <w:szCs w:val="20"/>
    </w:rPr>
  </w:style>
  <w:style w:type="paragraph" w:styleId="Zkladntext">
    <w:name w:val="Body Text"/>
    <w:basedOn w:val="Normln"/>
    <w:rsid w:val="00A92FF3"/>
    <w:pPr>
      <w:spacing w:after="120"/>
    </w:pPr>
    <w:rPr>
      <w:rFonts w:ascii="Arial" w:hAnsi="Arial"/>
      <w:sz w:val="22"/>
    </w:rPr>
  </w:style>
  <w:style w:type="paragraph" w:customStyle="1" w:styleId="Zkladntext1">
    <w:name w:val="Základní text1"/>
    <w:uiPriority w:val="99"/>
    <w:rsid w:val="00ED6079"/>
    <w:pPr>
      <w:jc w:val="both"/>
    </w:pPr>
    <w:rPr>
      <w:rFonts w:ascii="Arial" w:hAnsi="Arial"/>
      <w:snapToGrid w:val="0"/>
      <w:color w:val="000000"/>
      <w:sz w:val="24"/>
    </w:rPr>
  </w:style>
  <w:style w:type="paragraph" w:styleId="Nzov">
    <w:name w:val="Title"/>
    <w:basedOn w:val="Normlny"/>
    <w:link w:val="NzovChar"/>
    <w:qFormat/>
    <w:rsid w:val="00BF6A5F"/>
    <w:pPr>
      <w:autoSpaceDE w:val="0"/>
      <w:autoSpaceDN w:val="0"/>
      <w:adjustRightInd w:val="0"/>
      <w:spacing w:before="120"/>
      <w:jc w:val="center"/>
    </w:pPr>
    <w:rPr>
      <w:b/>
      <w:sz w:val="32"/>
      <w:lang w:val="x-none" w:eastAsia="cs-CZ"/>
    </w:rPr>
  </w:style>
  <w:style w:type="paragraph" w:styleId="Podtitul">
    <w:name w:val="Subtitle"/>
    <w:basedOn w:val="Normlny"/>
    <w:link w:val="PodtitulChar"/>
    <w:uiPriority w:val="11"/>
    <w:qFormat/>
    <w:rsid w:val="00BF6A5F"/>
    <w:pPr>
      <w:pBdr>
        <w:bottom w:val="single" w:sz="6" w:space="1" w:color="auto"/>
      </w:pBdr>
      <w:jc w:val="center"/>
    </w:pPr>
    <w:rPr>
      <w:b/>
      <w:bCs/>
      <w:sz w:val="28"/>
      <w:lang w:val="x-none" w:eastAsia="cs-CZ"/>
    </w:rPr>
  </w:style>
  <w:style w:type="character" w:customStyle="1" w:styleId="NzovChar">
    <w:name w:val="Názov Char"/>
    <w:link w:val="Nzov"/>
    <w:rsid w:val="008056B9"/>
    <w:rPr>
      <w:b/>
      <w:sz w:val="32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056B9"/>
    <w:rPr>
      <w:b/>
      <w:bCs/>
      <w:sz w:val="28"/>
      <w:szCs w:val="24"/>
      <w:lang w:eastAsia="cs-CZ"/>
    </w:rPr>
  </w:style>
  <w:style w:type="character" w:customStyle="1" w:styleId="ra">
    <w:name w:val="ra"/>
    <w:rsid w:val="00E66E59"/>
  </w:style>
  <w:style w:type="paragraph" w:styleId="Textbubliny">
    <w:name w:val="Balloon Text"/>
    <w:basedOn w:val="Normlny"/>
    <w:link w:val="TextbublinyChar"/>
    <w:rsid w:val="0008761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8761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redvolenpsmoodseku"/>
    <w:rsid w:val="003C1CA8"/>
  </w:style>
  <w:style w:type="character" w:customStyle="1" w:styleId="HlavikaChar">
    <w:name w:val="Hlavička Char"/>
    <w:link w:val="Hlavika"/>
    <w:rsid w:val="007B3C63"/>
    <w:rPr>
      <w:sz w:val="24"/>
      <w:szCs w:val="24"/>
    </w:rPr>
  </w:style>
  <w:style w:type="character" w:customStyle="1" w:styleId="PtaChar">
    <w:name w:val="Päta Char"/>
    <w:link w:val="Pta"/>
    <w:rsid w:val="007B3C63"/>
    <w:rPr>
      <w:sz w:val="24"/>
      <w:szCs w:val="24"/>
    </w:rPr>
  </w:style>
  <w:style w:type="character" w:styleId="Hypertextovprepojenie">
    <w:name w:val="Hyperlink"/>
    <w:rsid w:val="007B3C63"/>
    <w:rPr>
      <w:color w:val="0000FF"/>
      <w:u w:val="single"/>
    </w:rPr>
  </w:style>
  <w:style w:type="character" w:customStyle="1" w:styleId="pre">
    <w:name w:val="pre"/>
    <w:rsid w:val="00251F90"/>
    <w:rPr>
      <w:rFonts w:cs="Times New Roman"/>
    </w:rPr>
  </w:style>
  <w:style w:type="character" w:styleId="Siln">
    <w:name w:val="Strong"/>
    <w:qFormat/>
    <w:rsid w:val="00251F90"/>
    <w:rPr>
      <w:b/>
      <w:bCs/>
    </w:rPr>
  </w:style>
  <w:style w:type="paragraph" w:styleId="Odsekzoznamu">
    <w:name w:val="List Paragraph"/>
    <w:basedOn w:val="Normlny"/>
    <w:uiPriority w:val="34"/>
    <w:qFormat/>
    <w:rsid w:val="00D23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0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r&#225;vca\Data%20aplikac&#237;\Microsoft\&#352;abl&#243;ny\Mesto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05626-593E-4780-AC04-FE6943810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Mesto.dot</Template>
  <TotalTime>44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  </vt:lpstr>
    </vt:vector>
  </TitlesOfParts>
  <Company>MSU PODOLINEC</Company>
  <LinksUpToDate>false</LinksUpToDate>
  <CharactersWithSpaces>1971</CharactersWithSpaces>
  <SharedDoc>false</SharedDoc>
  <HLinks>
    <vt:vector size="12" baseType="variant">
      <vt:variant>
        <vt:i4>8323193</vt:i4>
      </vt:variant>
      <vt:variant>
        <vt:i4>3</vt:i4>
      </vt:variant>
      <vt:variant>
        <vt:i4>0</vt:i4>
      </vt:variant>
      <vt:variant>
        <vt:i4>5</vt:i4>
      </vt:variant>
      <vt:variant>
        <vt:lpwstr>http://www.obeczakovce.sk/</vt:lpwstr>
      </vt:variant>
      <vt:variant>
        <vt:lpwstr/>
      </vt:variant>
      <vt:variant>
        <vt:i4>917625</vt:i4>
      </vt:variant>
      <vt:variant>
        <vt:i4>0</vt:i4>
      </vt:variant>
      <vt:variant>
        <vt:i4>0</vt:i4>
      </vt:variant>
      <vt:variant>
        <vt:i4>5</vt:i4>
      </vt:variant>
      <vt:variant>
        <vt:lpwstr>mailto:obec.zakovce@stonline.sk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MSU PODOLINEC</dc:creator>
  <cp:keywords/>
  <cp:lastModifiedBy>Zuzana Milaňáková</cp:lastModifiedBy>
  <cp:revision>23</cp:revision>
  <cp:lastPrinted>2014-07-21T11:08:00Z</cp:lastPrinted>
  <dcterms:created xsi:type="dcterms:W3CDTF">2017-03-13T09:26:00Z</dcterms:created>
  <dcterms:modified xsi:type="dcterms:W3CDTF">2019-12-02T17:56:00Z</dcterms:modified>
</cp:coreProperties>
</file>